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F1D" w:rsidRPr="00B13514" w:rsidRDefault="00810F1D" w:rsidP="00545887">
      <w:pPr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AP Lit L</w:t>
      </w:r>
      <w:r w:rsidRPr="00B13514">
        <w:rPr>
          <w:rFonts w:ascii="Trebuchet MS" w:hAnsi="Trebuchet MS"/>
          <w:b/>
          <w:sz w:val="22"/>
          <w:szCs w:val="22"/>
        </w:rPr>
        <w:t xml:space="preserve">esson Plans: </w:t>
      </w:r>
      <w:r>
        <w:rPr>
          <w:rFonts w:ascii="Trebuchet MS" w:hAnsi="Trebuchet MS"/>
          <w:b/>
          <w:sz w:val="22"/>
          <w:szCs w:val="22"/>
        </w:rPr>
        <w:t>25-31</w:t>
      </w:r>
      <w:r w:rsidRPr="00B13514">
        <w:rPr>
          <w:rFonts w:ascii="Trebuchet MS" w:hAnsi="Trebuchet MS"/>
          <w:b/>
          <w:sz w:val="22"/>
          <w:szCs w:val="22"/>
        </w:rPr>
        <w:t xml:space="preserve"> Aug 09</w:t>
      </w:r>
    </w:p>
    <w:p w:rsidR="00810F1D" w:rsidRPr="00B13514" w:rsidRDefault="00810F1D" w:rsidP="00545887">
      <w:pPr>
        <w:jc w:val="center"/>
        <w:rPr>
          <w:rFonts w:ascii="Trebuchet MS" w:hAnsi="Trebuchet MS"/>
          <w:b/>
          <w:sz w:val="19"/>
          <w:szCs w:val="19"/>
        </w:rPr>
      </w:pPr>
    </w:p>
    <w:tbl>
      <w:tblPr>
        <w:tblW w:w="0" w:type="auto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0A0"/>
      </w:tblPr>
      <w:tblGrid>
        <w:gridCol w:w="904"/>
        <w:gridCol w:w="6944"/>
        <w:gridCol w:w="5220"/>
      </w:tblGrid>
      <w:tr w:rsidR="00810F1D" w:rsidRPr="00506393" w:rsidTr="00506393">
        <w:tc>
          <w:tcPr>
            <w:tcW w:w="904" w:type="dxa"/>
          </w:tcPr>
          <w:p w:rsidR="00810F1D" w:rsidRPr="00506393" w:rsidRDefault="00810F1D" w:rsidP="00506393">
            <w:pPr>
              <w:jc w:val="center"/>
              <w:rPr>
                <w:rFonts w:ascii="Trebuchet MS" w:hAnsi="Trebuchet MS"/>
                <w:b/>
                <w:szCs w:val="28"/>
              </w:rPr>
            </w:pPr>
            <w:r w:rsidRPr="00506393">
              <w:rPr>
                <w:rFonts w:ascii="Trebuchet MS" w:hAnsi="Trebuchet MS"/>
                <w:b/>
                <w:sz w:val="22"/>
                <w:szCs w:val="28"/>
              </w:rPr>
              <w:t>Date</w:t>
            </w:r>
          </w:p>
        </w:tc>
        <w:tc>
          <w:tcPr>
            <w:tcW w:w="6944" w:type="dxa"/>
          </w:tcPr>
          <w:p w:rsidR="00810F1D" w:rsidRPr="00506393" w:rsidRDefault="00810F1D" w:rsidP="00506393">
            <w:pPr>
              <w:jc w:val="center"/>
              <w:rPr>
                <w:rFonts w:ascii="Trebuchet MS" w:hAnsi="Trebuchet MS"/>
                <w:b/>
                <w:szCs w:val="28"/>
              </w:rPr>
            </w:pPr>
            <w:r w:rsidRPr="00506393">
              <w:rPr>
                <w:rFonts w:ascii="Trebuchet MS" w:hAnsi="Trebuchet MS"/>
                <w:b/>
                <w:sz w:val="22"/>
                <w:szCs w:val="28"/>
              </w:rPr>
              <w:t>Content /Activities</w:t>
            </w:r>
          </w:p>
        </w:tc>
        <w:tc>
          <w:tcPr>
            <w:tcW w:w="5220" w:type="dxa"/>
          </w:tcPr>
          <w:p w:rsidR="00810F1D" w:rsidRPr="00506393" w:rsidRDefault="00810F1D" w:rsidP="00506393">
            <w:pPr>
              <w:jc w:val="center"/>
              <w:rPr>
                <w:rFonts w:ascii="Trebuchet MS" w:hAnsi="Trebuchet MS"/>
                <w:b/>
                <w:szCs w:val="28"/>
              </w:rPr>
            </w:pPr>
            <w:r w:rsidRPr="00506393">
              <w:rPr>
                <w:rFonts w:ascii="Trebuchet MS" w:hAnsi="Trebuchet MS"/>
                <w:b/>
                <w:sz w:val="22"/>
                <w:szCs w:val="28"/>
              </w:rPr>
              <w:t>Homework/Assessment</w:t>
            </w:r>
          </w:p>
        </w:tc>
      </w:tr>
      <w:tr w:rsidR="00810F1D" w:rsidRPr="00506393" w:rsidTr="00506393">
        <w:tc>
          <w:tcPr>
            <w:tcW w:w="904" w:type="dxa"/>
          </w:tcPr>
          <w:p w:rsidR="00810F1D" w:rsidRDefault="00810F1D" w:rsidP="00506393">
            <w:pPr>
              <w:jc w:val="center"/>
              <w:rPr>
                <w:rFonts w:ascii="Trebuchet MS" w:hAnsi="Trebuchet MS"/>
                <w:b/>
                <w:szCs w:val="28"/>
              </w:rPr>
            </w:pPr>
            <w:r>
              <w:rPr>
                <w:rFonts w:ascii="Trebuchet MS" w:hAnsi="Trebuchet MS"/>
                <w:b/>
                <w:sz w:val="22"/>
                <w:szCs w:val="28"/>
              </w:rPr>
              <w:t>Aug.</w:t>
            </w:r>
          </w:p>
          <w:p w:rsidR="00810F1D" w:rsidRDefault="00810F1D" w:rsidP="00506393">
            <w:pPr>
              <w:jc w:val="center"/>
              <w:rPr>
                <w:rFonts w:ascii="Trebuchet MS" w:hAnsi="Trebuchet MS"/>
                <w:b/>
                <w:sz w:val="22"/>
                <w:szCs w:val="28"/>
              </w:rPr>
            </w:pPr>
            <w:r>
              <w:rPr>
                <w:rFonts w:ascii="Trebuchet MS" w:hAnsi="Trebuchet MS"/>
                <w:b/>
                <w:sz w:val="22"/>
                <w:szCs w:val="28"/>
              </w:rPr>
              <w:t>25</w:t>
            </w:r>
          </w:p>
          <w:p w:rsidR="00810F1D" w:rsidRPr="00506393" w:rsidRDefault="00810F1D" w:rsidP="00506393">
            <w:pPr>
              <w:jc w:val="center"/>
              <w:rPr>
                <w:rFonts w:ascii="Trebuchet MS" w:hAnsi="Trebuchet MS"/>
                <w:b/>
                <w:szCs w:val="28"/>
              </w:rPr>
            </w:pPr>
            <w:r>
              <w:rPr>
                <w:rFonts w:ascii="Trebuchet MS" w:hAnsi="Trebuchet MS"/>
                <w:b/>
                <w:sz w:val="22"/>
                <w:szCs w:val="28"/>
              </w:rPr>
              <w:t>Wed.</w:t>
            </w:r>
          </w:p>
        </w:tc>
        <w:tc>
          <w:tcPr>
            <w:tcW w:w="6944" w:type="dxa"/>
          </w:tcPr>
          <w:p w:rsidR="00810F1D" w:rsidRDefault="00810F1D" w:rsidP="00506393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b/>
              </w:rPr>
            </w:pPr>
            <w:r w:rsidRPr="00506393">
              <w:rPr>
                <w:rFonts w:ascii="Trebuchet MS" w:hAnsi="Trebuchet MS"/>
                <w:b/>
                <w:sz w:val="22"/>
                <w:szCs w:val="22"/>
              </w:rPr>
              <w:t>Outline Check</w:t>
            </w:r>
            <w:r>
              <w:rPr>
                <w:rFonts w:ascii="Trebuchet MS" w:hAnsi="Trebuchet MS"/>
                <w:b/>
                <w:sz w:val="22"/>
                <w:szCs w:val="22"/>
              </w:rPr>
              <w:t xml:space="preserve"> Listed herein.</w:t>
            </w:r>
          </w:p>
          <w:p w:rsidR="00810F1D" w:rsidRPr="00506393" w:rsidRDefault="00810F1D" w:rsidP="00506393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Theme/Speaker/Tone/2 lit. terms from list provided</w:t>
            </w:r>
          </w:p>
          <w:p w:rsidR="00810F1D" w:rsidRPr="00506393" w:rsidRDefault="00810F1D" w:rsidP="00506393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 xml:space="preserve">Read </w:t>
            </w:r>
            <w:r w:rsidRPr="00121D06">
              <w:rPr>
                <w:rFonts w:ascii="Trebuchet MS" w:hAnsi="Trebuchet MS"/>
                <w:b/>
                <w:i/>
                <w:sz w:val="22"/>
                <w:szCs w:val="22"/>
              </w:rPr>
              <w:t>Heart of Darkness</w:t>
            </w:r>
          </w:p>
          <w:p w:rsidR="00810F1D" w:rsidRPr="00506393" w:rsidRDefault="00810F1D" w:rsidP="00506393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b/>
              </w:rPr>
            </w:pPr>
            <w:r w:rsidRPr="00506393">
              <w:rPr>
                <w:rFonts w:ascii="Trebuchet MS" w:hAnsi="Trebuchet MS"/>
                <w:b/>
                <w:sz w:val="22"/>
                <w:szCs w:val="22"/>
              </w:rPr>
              <w:t xml:space="preserve">Conrad Biographical Questions due Thursday </w:t>
            </w:r>
          </w:p>
          <w:p w:rsidR="00810F1D" w:rsidRPr="00506393" w:rsidRDefault="00810F1D" w:rsidP="00974CC4">
            <w:pPr>
              <w:pStyle w:val="ListParagraph"/>
              <w:numPr>
                <w:ilvl w:val="1"/>
                <w:numId w:val="10"/>
              </w:num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(10 pts.)</w:t>
            </w:r>
          </w:p>
          <w:p w:rsidR="00810F1D" w:rsidRPr="00974CC4" w:rsidRDefault="00810F1D" w:rsidP="00506393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b/>
              </w:rPr>
            </w:pPr>
            <w:r w:rsidRPr="00506393">
              <w:rPr>
                <w:rFonts w:ascii="Trebuchet MS" w:hAnsi="Trebuchet MS"/>
                <w:b/>
                <w:sz w:val="22"/>
                <w:szCs w:val="22"/>
              </w:rPr>
              <w:t xml:space="preserve">Computer Lab: Write </w:t>
            </w:r>
            <w:r>
              <w:rPr>
                <w:rFonts w:ascii="Trebuchet MS" w:hAnsi="Trebuchet MS"/>
                <w:b/>
                <w:sz w:val="22"/>
                <w:szCs w:val="22"/>
              </w:rPr>
              <w:t xml:space="preserve">Diagnostic </w:t>
            </w:r>
            <w:r w:rsidRPr="00506393">
              <w:rPr>
                <w:rFonts w:ascii="Trebuchet MS" w:hAnsi="Trebuchet MS"/>
                <w:b/>
                <w:sz w:val="22"/>
                <w:szCs w:val="22"/>
              </w:rPr>
              <w:t>Draft 1</w:t>
            </w:r>
            <w:r>
              <w:rPr>
                <w:rFonts w:ascii="Trebuchet MS" w:hAnsi="Trebuchet MS"/>
                <w:b/>
                <w:sz w:val="22"/>
                <w:szCs w:val="22"/>
              </w:rPr>
              <w:t xml:space="preserve"> using TPCASTT for a Sonnet</w:t>
            </w:r>
          </w:p>
          <w:p w:rsidR="00810F1D" w:rsidRPr="00BD5F3A" w:rsidRDefault="00810F1D" w:rsidP="00506393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Sonnet Research Questions due Aug. 30</w:t>
            </w:r>
          </w:p>
          <w:p w:rsidR="00810F1D" w:rsidRPr="00506393" w:rsidRDefault="00810F1D" w:rsidP="00506393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Vocab. Words (Quiz next Wed.)</w:t>
            </w:r>
          </w:p>
          <w:p w:rsidR="00810F1D" w:rsidRPr="00506393" w:rsidRDefault="00810F1D" w:rsidP="005A79E0">
            <w:pPr>
              <w:pStyle w:val="ListParagraph"/>
              <w:ind w:left="0"/>
              <w:rPr>
                <w:rFonts w:ascii="Trebuchet MS" w:hAnsi="Trebuchet MS"/>
                <w:b/>
              </w:rPr>
            </w:pPr>
          </w:p>
        </w:tc>
        <w:tc>
          <w:tcPr>
            <w:tcW w:w="5220" w:type="dxa"/>
          </w:tcPr>
          <w:p w:rsidR="00810F1D" w:rsidRDefault="00810F1D" w:rsidP="00506393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 xml:space="preserve">Check out </w:t>
            </w:r>
            <w:r w:rsidRPr="005A79E0">
              <w:rPr>
                <w:rFonts w:ascii="Trebuchet MS" w:hAnsi="Trebuchet MS"/>
                <w:b/>
                <w:i/>
                <w:sz w:val="22"/>
                <w:szCs w:val="22"/>
              </w:rPr>
              <w:t>Heart of Darkness</w:t>
            </w:r>
            <w:r>
              <w:rPr>
                <w:rFonts w:ascii="Trebuchet MS" w:hAnsi="Trebuchet MS"/>
                <w:b/>
                <w:sz w:val="22"/>
                <w:szCs w:val="22"/>
              </w:rPr>
              <w:t xml:space="preserve"> from the teacher</w:t>
            </w:r>
          </w:p>
          <w:p w:rsidR="00810F1D" w:rsidRDefault="00810F1D" w:rsidP="00506393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Check out</w:t>
            </w:r>
            <w:r w:rsidRPr="002A38E7">
              <w:rPr>
                <w:rFonts w:ascii="Trebuchet MS" w:hAnsi="Trebuchet MS"/>
                <w:b/>
                <w:i/>
                <w:sz w:val="22"/>
                <w:szCs w:val="22"/>
              </w:rPr>
              <w:t xml:space="preserve"> </w:t>
            </w:r>
            <w:smartTag w:uri="urn:schemas-microsoft-com:office:smarttags" w:element="place">
              <w:r w:rsidRPr="002A38E7">
                <w:rPr>
                  <w:rFonts w:ascii="Trebuchet MS" w:hAnsi="Trebuchet MS"/>
                  <w:b/>
                  <w:i/>
                  <w:sz w:val="22"/>
                  <w:szCs w:val="22"/>
                </w:rPr>
                <w:t>Perrine</w:t>
              </w:r>
            </w:smartTag>
            <w:r w:rsidRPr="002A38E7">
              <w:rPr>
                <w:rFonts w:ascii="Trebuchet MS" w:hAnsi="Trebuchet MS"/>
                <w:b/>
                <w:i/>
                <w:sz w:val="22"/>
                <w:szCs w:val="22"/>
              </w:rPr>
              <w:t>’s</w:t>
            </w:r>
            <w:r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</w:p>
          <w:p w:rsidR="00810F1D" w:rsidRDefault="00810F1D" w:rsidP="00506393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Read AP Lit. Syllabus</w:t>
            </w:r>
          </w:p>
          <w:p w:rsidR="00810F1D" w:rsidRDefault="00810F1D" w:rsidP="00506393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Join my wiki page</w:t>
            </w:r>
          </w:p>
          <w:p w:rsidR="00810F1D" w:rsidRPr="00506393" w:rsidRDefault="00810F1D" w:rsidP="00506393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Draft #1 of Sonnet analysis due 27</w:t>
            </w:r>
            <w:r w:rsidRPr="00506393">
              <w:rPr>
                <w:rFonts w:ascii="Trebuchet MS" w:hAnsi="Trebuchet MS"/>
                <w:b/>
                <w:sz w:val="22"/>
                <w:szCs w:val="22"/>
              </w:rPr>
              <w:t xml:space="preserve"> Aug.</w:t>
            </w:r>
          </w:p>
          <w:p w:rsidR="00810F1D" w:rsidRPr="00AB4DBB" w:rsidRDefault="00810F1D" w:rsidP="00506393">
            <w:pPr>
              <w:pStyle w:val="ListParagraph"/>
              <w:numPr>
                <w:ilvl w:val="1"/>
                <w:numId w:val="10"/>
              </w:numPr>
              <w:rPr>
                <w:rFonts w:ascii="Trebuchet MS" w:hAnsi="Trebuchet MS"/>
                <w:b/>
              </w:rPr>
            </w:pPr>
            <w:r w:rsidRPr="00506393">
              <w:rPr>
                <w:rFonts w:ascii="Trebuchet MS" w:hAnsi="Trebuchet MS"/>
                <w:b/>
                <w:sz w:val="22"/>
                <w:szCs w:val="22"/>
              </w:rPr>
              <w:t>Developmental paragraphs only</w:t>
            </w:r>
          </w:p>
          <w:p w:rsidR="00810F1D" w:rsidRDefault="00810F1D" w:rsidP="00AB4DBB">
            <w:pPr>
              <w:pStyle w:val="ListParagraph"/>
              <w:rPr>
                <w:rFonts w:ascii="Trebuchet MS" w:hAnsi="Trebuchet MS"/>
                <w:b/>
              </w:rPr>
            </w:pPr>
          </w:p>
          <w:p w:rsidR="00810F1D" w:rsidRPr="00506393" w:rsidRDefault="00810F1D" w:rsidP="002A38E7">
            <w:pPr>
              <w:pStyle w:val="ListParagraph"/>
              <w:rPr>
                <w:rFonts w:ascii="Trebuchet MS" w:hAnsi="Trebuchet MS"/>
                <w:b/>
              </w:rPr>
            </w:pPr>
          </w:p>
          <w:p w:rsidR="00810F1D" w:rsidRPr="00506393" w:rsidRDefault="00810F1D" w:rsidP="00506393">
            <w:pPr>
              <w:pStyle w:val="ListParagraph"/>
              <w:ind w:left="360"/>
              <w:rPr>
                <w:rFonts w:ascii="Trebuchet MS" w:hAnsi="Trebuchet MS"/>
                <w:b/>
              </w:rPr>
            </w:pPr>
          </w:p>
        </w:tc>
      </w:tr>
      <w:tr w:rsidR="00810F1D" w:rsidRPr="00506393" w:rsidTr="00506393">
        <w:tc>
          <w:tcPr>
            <w:tcW w:w="904" w:type="dxa"/>
          </w:tcPr>
          <w:p w:rsidR="00810F1D" w:rsidRDefault="00810F1D" w:rsidP="00506393">
            <w:pPr>
              <w:jc w:val="center"/>
              <w:rPr>
                <w:rFonts w:ascii="Trebuchet MS" w:hAnsi="Trebuchet MS"/>
                <w:b/>
                <w:sz w:val="22"/>
                <w:szCs w:val="28"/>
              </w:rPr>
            </w:pPr>
            <w:r>
              <w:rPr>
                <w:rFonts w:ascii="Trebuchet MS" w:hAnsi="Trebuchet MS"/>
                <w:b/>
                <w:sz w:val="22"/>
                <w:szCs w:val="28"/>
              </w:rPr>
              <w:t>26</w:t>
            </w:r>
          </w:p>
          <w:p w:rsidR="00810F1D" w:rsidRPr="00506393" w:rsidRDefault="00810F1D" w:rsidP="00506393">
            <w:pPr>
              <w:jc w:val="center"/>
              <w:rPr>
                <w:rFonts w:ascii="Trebuchet MS" w:hAnsi="Trebuchet MS"/>
                <w:b/>
                <w:szCs w:val="28"/>
              </w:rPr>
            </w:pPr>
            <w:r>
              <w:rPr>
                <w:rFonts w:ascii="Trebuchet MS" w:hAnsi="Trebuchet MS"/>
                <w:b/>
                <w:sz w:val="22"/>
                <w:szCs w:val="28"/>
              </w:rPr>
              <w:t>Thurs.</w:t>
            </w:r>
          </w:p>
        </w:tc>
        <w:tc>
          <w:tcPr>
            <w:tcW w:w="6944" w:type="dxa"/>
          </w:tcPr>
          <w:p w:rsidR="00810F1D" w:rsidRPr="00BD5F3A" w:rsidRDefault="00810F1D" w:rsidP="00506393">
            <w:pPr>
              <w:numPr>
                <w:ilvl w:val="0"/>
                <w:numId w:val="14"/>
              </w:num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Pretest for English IV AP Benchmarks</w:t>
            </w:r>
          </w:p>
          <w:p w:rsidR="00810F1D" w:rsidRPr="00506393" w:rsidRDefault="00810F1D" w:rsidP="00506393">
            <w:pPr>
              <w:numPr>
                <w:ilvl w:val="0"/>
                <w:numId w:val="14"/>
              </w:num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Intro to Heart of Darkness</w:t>
            </w:r>
          </w:p>
          <w:p w:rsidR="00810F1D" w:rsidRPr="00506393" w:rsidRDefault="00810F1D" w:rsidP="00506393">
            <w:pPr>
              <w:numPr>
                <w:ilvl w:val="1"/>
                <w:numId w:val="14"/>
              </w:numPr>
              <w:rPr>
                <w:rFonts w:ascii="Trebuchet MS" w:hAnsi="Trebuchet MS"/>
              </w:rPr>
            </w:pPr>
            <w:r w:rsidRPr="00506393">
              <w:rPr>
                <w:rFonts w:ascii="Trebuchet MS" w:hAnsi="Trebuchet MS"/>
                <w:b/>
                <w:sz w:val="22"/>
                <w:szCs w:val="22"/>
              </w:rPr>
              <w:t xml:space="preserve">Guest speaker: </w:t>
            </w:r>
            <w:r>
              <w:rPr>
                <w:rFonts w:ascii="Trebuchet MS" w:hAnsi="Trebuchet MS"/>
                <w:b/>
                <w:sz w:val="22"/>
                <w:szCs w:val="22"/>
              </w:rPr>
              <w:t xml:space="preserve"> on the second Friday in the library</w:t>
            </w:r>
          </w:p>
          <w:p w:rsidR="00810F1D" w:rsidRPr="00506393" w:rsidRDefault="00810F1D" w:rsidP="00506393">
            <w:pPr>
              <w:numPr>
                <w:ilvl w:val="1"/>
                <w:numId w:val="14"/>
              </w:numPr>
              <w:rPr>
                <w:rFonts w:ascii="Trebuchet MS" w:hAnsi="Trebuchet MS"/>
                <w:b/>
                <w:i/>
              </w:rPr>
            </w:pPr>
            <w:r w:rsidRPr="00506393">
              <w:rPr>
                <w:rFonts w:ascii="Trebuchet MS" w:hAnsi="Trebuchet MS"/>
                <w:b/>
                <w:sz w:val="22"/>
                <w:szCs w:val="22"/>
              </w:rPr>
              <w:t xml:space="preserve">Short </w:t>
            </w:r>
            <w:r>
              <w:rPr>
                <w:rFonts w:ascii="Trebuchet MS" w:hAnsi="Trebuchet MS"/>
                <w:b/>
                <w:sz w:val="22"/>
                <w:szCs w:val="22"/>
              </w:rPr>
              <w:t>quickwrite</w:t>
            </w:r>
            <w:r w:rsidRPr="00506393">
              <w:rPr>
                <w:rFonts w:ascii="Trebuchet MS" w:hAnsi="Trebuchet MS"/>
                <w:b/>
                <w:sz w:val="22"/>
                <w:szCs w:val="22"/>
              </w:rPr>
              <w:t xml:space="preserve"> on Conrad quote regarding evil: “A belief in a supernatural source of evil is not necessary; men alone are quite capable of every wickedness.” from </w:t>
            </w:r>
            <w:r w:rsidRPr="00506393">
              <w:rPr>
                <w:rFonts w:ascii="Trebuchet MS" w:hAnsi="Trebuchet MS"/>
                <w:b/>
                <w:i/>
                <w:sz w:val="22"/>
                <w:szCs w:val="22"/>
              </w:rPr>
              <w:t>Under Western Eyes</w:t>
            </w:r>
          </w:p>
          <w:p w:rsidR="00810F1D" w:rsidRPr="00506393" w:rsidRDefault="00810F1D" w:rsidP="00506393">
            <w:pPr>
              <w:numPr>
                <w:ilvl w:val="2"/>
                <w:numId w:val="14"/>
              </w:numPr>
              <w:rPr>
                <w:rFonts w:ascii="Trebuchet MS" w:hAnsi="Trebuchet MS"/>
                <w:b/>
              </w:rPr>
            </w:pPr>
            <w:r w:rsidRPr="00506393">
              <w:rPr>
                <w:rFonts w:ascii="Trebuchet MS" w:hAnsi="Trebuchet MS"/>
                <w:b/>
                <w:sz w:val="22"/>
                <w:szCs w:val="22"/>
              </w:rPr>
              <w:t>Agree/disagree – why?</w:t>
            </w:r>
          </w:p>
          <w:p w:rsidR="00810F1D" w:rsidRPr="00506393" w:rsidRDefault="00810F1D" w:rsidP="00121D06">
            <w:pPr>
              <w:numPr>
                <w:ilvl w:val="2"/>
                <w:numId w:val="14"/>
              </w:numPr>
              <w:rPr>
                <w:rFonts w:ascii="Trebuchet MS" w:hAnsi="Trebuchet MS"/>
                <w:b/>
                <w:i/>
              </w:rPr>
            </w:pPr>
            <w:r w:rsidRPr="00506393">
              <w:rPr>
                <w:rFonts w:ascii="Trebuchet MS" w:hAnsi="Trebuchet MS"/>
                <w:b/>
                <w:sz w:val="22"/>
                <w:szCs w:val="22"/>
              </w:rPr>
              <w:t>Specific examples to support assertion</w:t>
            </w:r>
          </w:p>
        </w:tc>
        <w:tc>
          <w:tcPr>
            <w:tcW w:w="5220" w:type="dxa"/>
          </w:tcPr>
          <w:p w:rsidR="00810F1D" w:rsidRPr="00AB4DBB" w:rsidRDefault="00810F1D" w:rsidP="00506393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b/>
              </w:rPr>
            </w:pPr>
            <w:r w:rsidRPr="00506393">
              <w:rPr>
                <w:rFonts w:ascii="Trebuchet MS" w:hAnsi="Trebuchet MS"/>
                <w:b/>
                <w:sz w:val="22"/>
                <w:szCs w:val="22"/>
              </w:rPr>
              <w:t>Read by 7 September</w:t>
            </w:r>
            <w:r>
              <w:rPr>
                <w:rFonts w:ascii="Trebuchet MS" w:hAnsi="Trebuchet MS"/>
                <w:b/>
                <w:sz w:val="22"/>
                <w:szCs w:val="22"/>
              </w:rPr>
              <w:t xml:space="preserve"> Chapters 1 </w:t>
            </w:r>
            <w:r w:rsidRPr="00121D06">
              <w:rPr>
                <w:rFonts w:ascii="Trebuchet MS" w:hAnsi="Trebuchet MS"/>
                <w:b/>
                <w:i/>
                <w:sz w:val="22"/>
                <w:szCs w:val="22"/>
              </w:rPr>
              <w:t xml:space="preserve">Heart of Darkness </w:t>
            </w:r>
            <w:r w:rsidRPr="00506393">
              <w:rPr>
                <w:rFonts w:ascii="Trebuchet MS" w:hAnsi="Trebuchet MS"/>
                <w:b/>
                <w:sz w:val="22"/>
                <w:szCs w:val="22"/>
              </w:rPr>
              <w:t>(expect a reading check quiz)</w:t>
            </w:r>
          </w:p>
          <w:p w:rsidR="00810F1D" w:rsidRPr="00506393" w:rsidRDefault="00810F1D" w:rsidP="00506393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Study Vocab. list</w:t>
            </w:r>
          </w:p>
          <w:p w:rsidR="00810F1D" w:rsidRPr="00506393" w:rsidRDefault="00810F1D" w:rsidP="00506393">
            <w:pPr>
              <w:pStyle w:val="ListParagraph"/>
              <w:ind w:left="360"/>
              <w:rPr>
                <w:rFonts w:ascii="Trebuchet MS" w:hAnsi="Trebuchet MS"/>
                <w:b/>
              </w:rPr>
            </w:pPr>
          </w:p>
        </w:tc>
      </w:tr>
      <w:tr w:rsidR="00810F1D" w:rsidRPr="00506393" w:rsidTr="00506393">
        <w:tc>
          <w:tcPr>
            <w:tcW w:w="904" w:type="dxa"/>
          </w:tcPr>
          <w:p w:rsidR="00810F1D" w:rsidRDefault="00810F1D" w:rsidP="00506393">
            <w:pPr>
              <w:jc w:val="center"/>
              <w:rPr>
                <w:rFonts w:ascii="Trebuchet MS" w:hAnsi="Trebuchet MS"/>
                <w:b/>
                <w:sz w:val="22"/>
                <w:szCs w:val="28"/>
              </w:rPr>
            </w:pPr>
            <w:r>
              <w:rPr>
                <w:rFonts w:ascii="Trebuchet MS" w:hAnsi="Trebuchet MS"/>
                <w:b/>
                <w:sz w:val="22"/>
                <w:szCs w:val="28"/>
              </w:rPr>
              <w:t>27</w:t>
            </w:r>
          </w:p>
          <w:p w:rsidR="00810F1D" w:rsidRPr="00506393" w:rsidRDefault="00810F1D" w:rsidP="00506393">
            <w:pPr>
              <w:jc w:val="center"/>
              <w:rPr>
                <w:rFonts w:ascii="Trebuchet MS" w:hAnsi="Trebuchet MS"/>
                <w:b/>
                <w:szCs w:val="28"/>
              </w:rPr>
            </w:pPr>
            <w:r>
              <w:rPr>
                <w:rFonts w:ascii="Trebuchet MS" w:hAnsi="Trebuchet MS"/>
                <w:b/>
                <w:sz w:val="22"/>
                <w:szCs w:val="28"/>
              </w:rPr>
              <w:t>Fri.</w:t>
            </w:r>
          </w:p>
        </w:tc>
        <w:tc>
          <w:tcPr>
            <w:tcW w:w="6944" w:type="dxa"/>
          </w:tcPr>
          <w:p w:rsidR="00810F1D" w:rsidRPr="00506393" w:rsidRDefault="00810F1D" w:rsidP="00506393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b/>
              </w:rPr>
            </w:pPr>
            <w:r w:rsidRPr="00506393">
              <w:rPr>
                <w:rFonts w:ascii="Trebuchet MS" w:hAnsi="Trebuchet MS"/>
                <w:b/>
                <w:sz w:val="22"/>
                <w:szCs w:val="22"/>
              </w:rPr>
              <w:t>Draft #1 due</w:t>
            </w:r>
            <w:r>
              <w:rPr>
                <w:rFonts w:ascii="Trebuchet MS" w:hAnsi="Trebuchet MS"/>
                <w:b/>
                <w:sz w:val="22"/>
                <w:szCs w:val="22"/>
              </w:rPr>
              <w:t>: Sonnet Analysis</w:t>
            </w:r>
          </w:p>
          <w:p w:rsidR="00810F1D" w:rsidRPr="00121D06" w:rsidRDefault="00810F1D" w:rsidP="00506393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b/>
              </w:rPr>
            </w:pPr>
            <w:r w:rsidRPr="00506393">
              <w:rPr>
                <w:rFonts w:ascii="Trebuchet MS" w:hAnsi="Trebuchet MS"/>
                <w:b/>
                <w:sz w:val="22"/>
                <w:szCs w:val="22"/>
              </w:rPr>
              <w:t>Peer edit</w:t>
            </w:r>
          </w:p>
          <w:p w:rsidR="00810F1D" w:rsidRPr="00121D06" w:rsidRDefault="00810F1D" w:rsidP="00506393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Check Conrad Biographical Questions (due today)</w:t>
            </w:r>
          </w:p>
          <w:p w:rsidR="00810F1D" w:rsidRPr="00506393" w:rsidRDefault="00810F1D" w:rsidP="00506393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Start Annotated Bib. Research for Senior-Grad. project</w:t>
            </w:r>
          </w:p>
        </w:tc>
        <w:tc>
          <w:tcPr>
            <w:tcW w:w="5220" w:type="dxa"/>
          </w:tcPr>
          <w:p w:rsidR="00810F1D" w:rsidRPr="00121D06" w:rsidRDefault="00810F1D" w:rsidP="00506393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b/>
              </w:rPr>
            </w:pPr>
            <w:r w:rsidRPr="00506393">
              <w:rPr>
                <w:rFonts w:ascii="Trebuchet MS" w:hAnsi="Trebuchet MS"/>
                <w:b/>
                <w:sz w:val="22"/>
                <w:szCs w:val="22"/>
              </w:rPr>
              <w:t xml:space="preserve">Bring Draft </w:t>
            </w:r>
            <w:r>
              <w:rPr>
                <w:rFonts w:ascii="Trebuchet MS" w:hAnsi="Trebuchet MS"/>
                <w:b/>
                <w:sz w:val="22"/>
                <w:szCs w:val="22"/>
              </w:rPr>
              <w:t>#1, Sonnet Analysis, to class on Friday</w:t>
            </w:r>
          </w:p>
          <w:p w:rsidR="00810F1D" w:rsidRPr="00506393" w:rsidRDefault="00810F1D" w:rsidP="00121D06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b/>
              </w:rPr>
            </w:pPr>
            <w:r w:rsidRPr="002A38E7">
              <w:rPr>
                <w:rFonts w:ascii="Trebuchet MS" w:hAnsi="Trebuchet MS"/>
                <w:b/>
                <w:i/>
                <w:sz w:val="22"/>
                <w:szCs w:val="22"/>
              </w:rPr>
              <w:t>Heart of</w:t>
            </w:r>
            <w:r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Pr="002A38E7">
              <w:rPr>
                <w:rFonts w:ascii="Trebuchet MS" w:hAnsi="Trebuchet MS"/>
                <w:b/>
                <w:i/>
                <w:sz w:val="22"/>
                <w:szCs w:val="22"/>
              </w:rPr>
              <w:t>Darkness</w:t>
            </w:r>
            <w:r>
              <w:rPr>
                <w:rFonts w:ascii="Trebuchet MS" w:hAnsi="Trebuchet MS"/>
                <w:b/>
                <w:sz w:val="22"/>
                <w:szCs w:val="22"/>
              </w:rPr>
              <w:t xml:space="preserve">  </w:t>
            </w:r>
            <w:r w:rsidRPr="00506393">
              <w:rPr>
                <w:rFonts w:ascii="Trebuchet MS" w:hAnsi="Trebuchet MS"/>
                <w:b/>
                <w:sz w:val="22"/>
                <w:szCs w:val="22"/>
              </w:rPr>
              <w:t>to read if finish exercises early</w:t>
            </w:r>
            <w:r>
              <w:rPr>
                <w:rFonts w:ascii="Trebuchet MS" w:hAnsi="Trebuchet MS"/>
                <w:b/>
                <w:sz w:val="22"/>
                <w:szCs w:val="22"/>
              </w:rPr>
              <w:t>: Read silently (Absolutely no taking in the library)</w:t>
            </w:r>
          </w:p>
        </w:tc>
      </w:tr>
      <w:tr w:rsidR="00810F1D" w:rsidRPr="00506393" w:rsidTr="00506393">
        <w:tc>
          <w:tcPr>
            <w:tcW w:w="904" w:type="dxa"/>
          </w:tcPr>
          <w:p w:rsidR="00810F1D" w:rsidRDefault="00810F1D" w:rsidP="00506393">
            <w:pPr>
              <w:jc w:val="center"/>
              <w:rPr>
                <w:rFonts w:ascii="Trebuchet MS" w:hAnsi="Trebuchet MS"/>
                <w:b/>
                <w:sz w:val="22"/>
                <w:szCs w:val="28"/>
              </w:rPr>
            </w:pPr>
            <w:r>
              <w:rPr>
                <w:rFonts w:ascii="Trebuchet MS" w:hAnsi="Trebuchet MS"/>
                <w:b/>
                <w:sz w:val="22"/>
                <w:szCs w:val="28"/>
              </w:rPr>
              <w:t>30</w:t>
            </w:r>
          </w:p>
          <w:p w:rsidR="00810F1D" w:rsidRPr="00506393" w:rsidRDefault="00810F1D" w:rsidP="00506393">
            <w:pPr>
              <w:jc w:val="center"/>
              <w:rPr>
                <w:rFonts w:ascii="Trebuchet MS" w:hAnsi="Trebuchet MS"/>
                <w:b/>
                <w:szCs w:val="28"/>
              </w:rPr>
            </w:pPr>
            <w:r>
              <w:rPr>
                <w:rFonts w:ascii="Trebuchet MS" w:hAnsi="Trebuchet MS"/>
                <w:b/>
                <w:sz w:val="22"/>
                <w:szCs w:val="28"/>
              </w:rPr>
              <w:t>Mon.</w:t>
            </w:r>
          </w:p>
        </w:tc>
        <w:tc>
          <w:tcPr>
            <w:tcW w:w="6944" w:type="dxa"/>
          </w:tcPr>
          <w:p w:rsidR="00810F1D" w:rsidRPr="00BD5F3A" w:rsidRDefault="00810F1D" w:rsidP="00506393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Check Sonnet Research Questions due today</w:t>
            </w:r>
          </w:p>
          <w:p w:rsidR="00810F1D" w:rsidRPr="00AB4DBB" w:rsidRDefault="00810F1D" w:rsidP="00506393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William Shakespeare “Sonnet 138”, “Sonnet 130”</w:t>
            </w:r>
          </w:p>
          <w:p w:rsidR="00810F1D" w:rsidRPr="00AB4DBB" w:rsidRDefault="00810F1D" w:rsidP="00506393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Petrarch “Sonnet 219”</w:t>
            </w:r>
          </w:p>
          <w:p w:rsidR="00810F1D" w:rsidRPr="00506393" w:rsidRDefault="00810F1D" w:rsidP="00506393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Carlos Williams “The Dance”</w:t>
            </w:r>
          </w:p>
          <w:p w:rsidR="00810F1D" w:rsidRPr="00506393" w:rsidRDefault="00810F1D" w:rsidP="00BD5F3A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Complete Draft #2 Sonnet Analysis</w:t>
            </w:r>
          </w:p>
        </w:tc>
        <w:tc>
          <w:tcPr>
            <w:tcW w:w="5220" w:type="dxa"/>
          </w:tcPr>
          <w:p w:rsidR="00810F1D" w:rsidRPr="00506393" w:rsidRDefault="00810F1D" w:rsidP="00506393">
            <w:pPr>
              <w:pStyle w:val="ListParagraph"/>
              <w:ind w:left="36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Read Chapter 1 </w:t>
            </w:r>
            <w:r w:rsidRPr="00AB4DBB">
              <w:rPr>
                <w:rFonts w:ascii="Trebuchet MS" w:hAnsi="Trebuchet MS"/>
                <w:b/>
                <w:i/>
              </w:rPr>
              <w:t>Heart of Darkness</w:t>
            </w:r>
          </w:p>
        </w:tc>
      </w:tr>
      <w:tr w:rsidR="00810F1D" w:rsidRPr="00506393" w:rsidTr="00506393">
        <w:tc>
          <w:tcPr>
            <w:tcW w:w="904" w:type="dxa"/>
          </w:tcPr>
          <w:p w:rsidR="00810F1D" w:rsidRPr="00506393" w:rsidRDefault="00810F1D" w:rsidP="00506393">
            <w:pPr>
              <w:jc w:val="center"/>
              <w:rPr>
                <w:rFonts w:ascii="Trebuchet MS" w:hAnsi="Trebuchet MS"/>
                <w:b/>
                <w:szCs w:val="28"/>
              </w:rPr>
            </w:pPr>
            <w:r>
              <w:rPr>
                <w:rFonts w:ascii="Trebuchet MS" w:hAnsi="Trebuchet MS"/>
                <w:b/>
                <w:sz w:val="22"/>
                <w:szCs w:val="28"/>
              </w:rPr>
              <w:t>31</w:t>
            </w:r>
          </w:p>
        </w:tc>
        <w:tc>
          <w:tcPr>
            <w:tcW w:w="6944" w:type="dxa"/>
          </w:tcPr>
          <w:p w:rsidR="00810F1D" w:rsidRPr="00506393" w:rsidRDefault="00810F1D" w:rsidP="00BD5F3A">
            <w:pPr>
              <w:pStyle w:val="ListParagraph"/>
              <w:ind w:left="0"/>
              <w:rPr>
                <w:rFonts w:ascii="Trebuchet MS" w:hAnsi="Trebuchet MS"/>
                <w:b/>
              </w:rPr>
            </w:pPr>
          </w:p>
        </w:tc>
        <w:tc>
          <w:tcPr>
            <w:tcW w:w="5220" w:type="dxa"/>
          </w:tcPr>
          <w:p w:rsidR="00810F1D" w:rsidRPr="00506393" w:rsidRDefault="00810F1D" w:rsidP="00506393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 xml:space="preserve">Draft #2 (Complete essay) due </w:t>
            </w:r>
            <w:r w:rsidRPr="00506393">
              <w:rPr>
                <w:rFonts w:ascii="Trebuchet MS" w:hAnsi="Trebuchet MS"/>
                <w:b/>
                <w:sz w:val="22"/>
                <w:szCs w:val="22"/>
              </w:rPr>
              <w:t xml:space="preserve"> September</w:t>
            </w:r>
            <w:r>
              <w:rPr>
                <w:rFonts w:ascii="Trebuchet MS" w:hAnsi="Trebuchet MS"/>
                <w:b/>
                <w:sz w:val="22"/>
                <w:szCs w:val="22"/>
              </w:rPr>
              <w:t xml:space="preserve"> 4 on a Shakespearian Sonnet</w:t>
            </w:r>
          </w:p>
          <w:p w:rsidR="00810F1D" w:rsidRPr="00506393" w:rsidRDefault="00810F1D" w:rsidP="00506393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b/>
              </w:rPr>
            </w:pPr>
            <w:r w:rsidRPr="00506393">
              <w:rPr>
                <w:rFonts w:ascii="Trebuchet MS" w:hAnsi="Trebuchet MS"/>
                <w:b/>
                <w:sz w:val="22"/>
                <w:szCs w:val="22"/>
              </w:rPr>
              <w:t>Final draft due 4 Sept (Yep…a Friday!)</w:t>
            </w:r>
          </w:p>
        </w:tc>
      </w:tr>
    </w:tbl>
    <w:p w:rsidR="00810F1D" w:rsidRPr="00B13514" w:rsidRDefault="00810F1D" w:rsidP="00AC6743">
      <w:pPr>
        <w:rPr>
          <w:rFonts w:ascii="Trebuchet MS" w:hAnsi="Trebuchet MS"/>
          <w:b/>
          <w:sz w:val="19"/>
          <w:szCs w:val="19"/>
        </w:rPr>
      </w:pPr>
    </w:p>
    <w:p w:rsidR="00810F1D" w:rsidRPr="00B13514" w:rsidRDefault="00810F1D">
      <w:pPr>
        <w:jc w:val="center"/>
        <w:rPr>
          <w:rFonts w:ascii="Trebuchet MS" w:hAnsi="Trebuchet MS"/>
          <w:b/>
          <w:sz w:val="19"/>
          <w:szCs w:val="19"/>
        </w:rPr>
      </w:pPr>
    </w:p>
    <w:sectPr w:rsidR="00810F1D" w:rsidRPr="00B13514" w:rsidSect="005D11B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8264B"/>
    <w:multiLevelType w:val="hybridMultilevel"/>
    <w:tmpl w:val="86E818FE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C8580C"/>
    <w:multiLevelType w:val="hybridMultilevel"/>
    <w:tmpl w:val="26806062"/>
    <w:lvl w:ilvl="0" w:tplc="539CDAE0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color w:val="auto"/>
        <w:sz w:val="20"/>
      </w:rPr>
    </w:lvl>
    <w:lvl w:ilvl="1" w:tplc="539CDAE0">
      <w:start w:val="1"/>
      <w:numFmt w:val="bullet"/>
      <w:lvlText w:val=""/>
      <w:lvlJc w:val="left"/>
      <w:pPr>
        <w:ind w:left="1080" w:hanging="360"/>
      </w:pPr>
      <w:rPr>
        <w:rFonts w:ascii="Webdings" w:hAnsi="Webdings" w:hint="default"/>
        <w:color w:val="auto"/>
        <w:sz w:val="2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F36811"/>
    <w:multiLevelType w:val="hybridMultilevel"/>
    <w:tmpl w:val="2AB82C28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53625B9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C873C4A"/>
    <w:multiLevelType w:val="hybridMultilevel"/>
    <w:tmpl w:val="AFC4854C"/>
    <w:lvl w:ilvl="0" w:tplc="539CDAE0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B0349E"/>
    <w:multiLevelType w:val="hybridMultilevel"/>
    <w:tmpl w:val="801C2762"/>
    <w:lvl w:ilvl="0" w:tplc="539CDAE0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color w:val="auto"/>
        <w:sz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41FA5CBA"/>
    <w:multiLevelType w:val="hybridMultilevel"/>
    <w:tmpl w:val="2BE09856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F9282E4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16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BF755C"/>
    <w:multiLevelType w:val="hybridMultilevel"/>
    <w:tmpl w:val="3B60476A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53625B9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D403A57"/>
    <w:multiLevelType w:val="hybridMultilevel"/>
    <w:tmpl w:val="BB926EDA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437097B8">
      <w:start w:val="1"/>
      <w:numFmt w:val="bullet"/>
      <w:lvlText w:val=""/>
      <w:lvlJc w:val="left"/>
      <w:pPr>
        <w:ind w:left="1080" w:hanging="360"/>
      </w:pPr>
      <w:rPr>
        <w:rFonts w:ascii="Wingdings" w:hAnsi="Wingdings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E7737D3"/>
    <w:multiLevelType w:val="hybridMultilevel"/>
    <w:tmpl w:val="CA1C1FC2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F3C4010"/>
    <w:multiLevelType w:val="hybridMultilevel"/>
    <w:tmpl w:val="D568B544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53625B9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95353C1"/>
    <w:multiLevelType w:val="hybridMultilevel"/>
    <w:tmpl w:val="C0364EA6"/>
    <w:lvl w:ilvl="0" w:tplc="539CDAE0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FB07914"/>
    <w:multiLevelType w:val="hybridMultilevel"/>
    <w:tmpl w:val="A7563BE6"/>
    <w:lvl w:ilvl="0" w:tplc="915E67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C05866C2">
      <w:start w:val="1"/>
      <w:numFmt w:val="bullet"/>
      <w:lvlText w:val=""/>
      <w:lvlJc w:val="left"/>
      <w:pPr>
        <w:ind w:left="1080" w:hanging="360"/>
      </w:pPr>
      <w:rPr>
        <w:rFonts w:ascii="Wingdings" w:hAnsi="Wingdings" w:hint="default"/>
        <w:color w:val="00FF00"/>
        <w:sz w:val="32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5504DDE"/>
    <w:multiLevelType w:val="hybridMultilevel"/>
    <w:tmpl w:val="22A6A0FE"/>
    <w:lvl w:ilvl="0" w:tplc="539CDAE0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color w:val="auto"/>
        <w:sz w:val="20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0"/>
      </w:rPr>
    </w:lvl>
    <w:lvl w:ilvl="2" w:tplc="539CDAE0">
      <w:start w:val="1"/>
      <w:numFmt w:val="bullet"/>
      <w:lvlText w:val=""/>
      <w:lvlJc w:val="left"/>
      <w:pPr>
        <w:ind w:left="1800" w:hanging="360"/>
      </w:pPr>
      <w:rPr>
        <w:rFonts w:ascii="Webdings" w:hAnsi="Webdings" w:hint="default"/>
        <w:color w:val="auto"/>
        <w:sz w:val="20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59059E8"/>
    <w:multiLevelType w:val="hybridMultilevel"/>
    <w:tmpl w:val="C2CA7692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53625B9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7"/>
  </w:num>
  <w:num w:numId="5">
    <w:abstractNumId w:val="2"/>
  </w:num>
  <w:num w:numId="6">
    <w:abstractNumId w:val="9"/>
  </w:num>
  <w:num w:numId="7">
    <w:abstractNumId w:val="6"/>
  </w:num>
  <w:num w:numId="8">
    <w:abstractNumId w:val="5"/>
  </w:num>
  <w:num w:numId="9">
    <w:abstractNumId w:val="11"/>
  </w:num>
  <w:num w:numId="10">
    <w:abstractNumId w:val="12"/>
  </w:num>
  <w:num w:numId="11">
    <w:abstractNumId w:val="10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5887"/>
    <w:rsid w:val="00016754"/>
    <w:rsid w:val="00082B8E"/>
    <w:rsid w:val="000D702E"/>
    <w:rsid w:val="000F64CD"/>
    <w:rsid w:val="00110ADF"/>
    <w:rsid w:val="00121D06"/>
    <w:rsid w:val="0015163E"/>
    <w:rsid w:val="00222E33"/>
    <w:rsid w:val="00243D84"/>
    <w:rsid w:val="00245BA1"/>
    <w:rsid w:val="00260147"/>
    <w:rsid w:val="00274929"/>
    <w:rsid w:val="002A37C7"/>
    <w:rsid w:val="002A38E7"/>
    <w:rsid w:val="002D3339"/>
    <w:rsid w:val="002E3877"/>
    <w:rsid w:val="002E403A"/>
    <w:rsid w:val="003B2413"/>
    <w:rsid w:val="00421298"/>
    <w:rsid w:val="00440FC8"/>
    <w:rsid w:val="0044485C"/>
    <w:rsid w:val="00466574"/>
    <w:rsid w:val="004B3DB4"/>
    <w:rsid w:val="004C7B76"/>
    <w:rsid w:val="004E69B7"/>
    <w:rsid w:val="004F5169"/>
    <w:rsid w:val="00506393"/>
    <w:rsid w:val="00511913"/>
    <w:rsid w:val="00545887"/>
    <w:rsid w:val="005A79E0"/>
    <w:rsid w:val="005B46DD"/>
    <w:rsid w:val="005D11B0"/>
    <w:rsid w:val="005D19A2"/>
    <w:rsid w:val="005E4CAB"/>
    <w:rsid w:val="00632BFA"/>
    <w:rsid w:val="006A0CD3"/>
    <w:rsid w:val="006B43F7"/>
    <w:rsid w:val="006B58DC"/>
    <w:rsid w:val="006D6566"/>
    <w:rsid w:val="007A7B2B"/>
    <w:rsid w:val="007F08DF"/>
    <w:rsid w:val="00810F1D"/>
    <w:rsid w:val="008476F3"/>
    <w:rsid w:val="00896F6C"/>
    <w:rsid w:val="00897EF1"/>
    <w:rsid w:val="009652A9"/>
    <w:rsid w:val="00974CC4"/>
    <w:rsid w:val="009A6EA7"/>
    <w:rsid w:val="009E1C82"/>
    <w:rsid w:val="00A030D5"/>
    <w:rsid w:val="00A05D37"/>
    <w:rsid w:val="00A17EB4"/>
    <w:rsid w:val="00A5174E"/>
    <w:rsid w:val="00A77F14"/>
    <w:rsid w:val="00A95F1A"/>
    <w:rsid w:val="00AA583E"/>
    <w:rsid w:val="00AB4DBB"/>
    <w:rsid w:val="00AC6743"/>
    <w:rsid w:val="00B13514"/>
    <w:rsid w:val="00B515F9"/>
    <w:rsid w:val="00B70CC9"/>
    <w:rsid w:val="00B7729B"/>
    <w:rsid w:val="00BD5F3A"/>
    <w:rsid w:val="00CD4639"/>
    <w:rsid w:val="00CF0012"/>
    <w:rsid w:val="00D34C24"/>
    <w:rsid w:val="00D94656"/>
    <w:rsid w:val="00DC38D7"/>
    <w:rsid w:val="00DC638E"/>
    <w:rsid w:val="00DC6DD1"/>
    <w:rsid w:val="00E86E0E"/>
    <w:rsid w:val="00ED74E9"/>
    <w:rsid w:val="00EE0F78"/>
    <w:rsid w:val="00F373E7"/>
    <w:rsid w:val="00F6778D"/>
    <w:rsid w:val="00FA521C"/>
    <w:rsid w:val="00FA600A"/>
    <w:rsid w:val="00FD3103"/>
    <w:rsid w:val="00FD45F4"/>
    <w:rsid w:val="00FF110F"/>
    <w:rsid w:val="00FF2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01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4588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030D5"/>
    <w:pPr>
      <w:ind w:left="720"/>
      <w:contextualSpacing/>
    </w:pPr>
  </w:style>
  <w:style w:type="paragraph" w:customStyle="1" w:styleId="msoaccenttext6">
    <w:name w:val="msoaccenttext6"/>
    <w:uiPriority w:val="99"/>
    <w:rsid w:val="00082B8E"/>
    <w:pPr>
      <w:spacing w:line="285" w:lineRule="auto"/>
    </w:pPr>
    <w:rPr>
      <w:rFonts w:ascii="Times New Roman" w:eastAsia="Times New Roman" w:hAnsi="Times New Roman" w:cs="Times New Roman"/>
      <w:i/>
      <w:iCs/>
      <w:color w:val="000000"/>
      <w:kern w:val="28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4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250</Words>
  <Characters>1426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Lit Lesson Plans: 25-31 Aug 09</dc:title>
  <dc:subject/>
  <dc:creator>bterrell</dc:creator>
  <cp:keywords/>
  <dc:description/>
  <cp:lastModifiedBy>Barbara Vogt</cp:lastModifiedBy>
  <cp:revision>2</cp:revision>
  <cp:lastPrinted>2010-08-12T21:28:00Z</cp:lastPrinted>
  <dcterms:created xsi:type="dcterms:W3CDTF">2010-08-22T23:29:00Z</dcterms:created>
  <dcterms:modified xsi:type="dcterms:W3CDTF">2010-08-22T23:29:00Z</dcterms:modified>
</cp:coreProperties>
</file>